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835AE" w14:paraId="77D634F1" w14:textId="77777777" w:rsidTr="008835AE">
        <w:tc>
          <w:tcPr>
            <w:tcW w:w="2689" w:type="dxa"/>
          </w:tcPr>
          <w:p w14:paraId="561A8C6E" w14:textId="15F255AD" w:rsidR="008835AE" w:rsidRPr="008835AE" w:rsidRDefault="008835AE" w:rsidP="008835AE">
            <w:pPr>
              <w:pStyle w:val="SIText"/>
            </w:pPr>
            <w:r w:rsidRPr="00CC451E">
              <w:t>Release</w:t>
            </w:r>
            <w:r w:rsidRPr="008835AE">
              <w:t xml:space="preserve"> </w:t>
            </w:r>
            <w:r w:rsidR="00D1628C">
              <w:t>1</w:t>
            </w:r>
          </w:p>
        </w:tc>
        <w:tc>
          <w:tcPr>
            <w:tcW w:w="6939" w:type="dxa"/>
          </w:tcPr>
          <w:p w14:paraId="538A3313" w14:textId="1F6935BF" w:rsidR="008835AE" w:rsidRPr="005E6FB7" w:rsidRDefault="008835AE" w:rsidP="008835AE">
            <w:pPr>
              <w:pStyle w:val="SIText"/>
              <w:rPr>
                <w:rStyle w:val="SITemporaryText-blue"/>
              </w:rPr>
            </w:pPr>
            <w:r w:rsidRPr="00903631">
              <w:t xml:space="preserve">This version released with AHC Agriculture, Horticulture and Conservation and Land Management Training Package Version </w:t>
            </w:r>
            <w:r w:rsidR="005E6FB7">
              <w:t>9.0</w:t>
            </w:r>
            <w:r w:rsidR="009A3E98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8835AE">
        <w:trPr>
          <w:tblHeader/>
        </w:trPr>
        <w:tc>
          <w:tcPr>
            <w:tcW w:w="1396" w:type="pct"/>
            <w:shd w:val="clear" w:color="auto" w:fill="auto"/>
          </w:tcPr>
          <w:p w14:paraId="141B9962" w14:textId="48B4629E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1C1550">
              <w:t>5</w:t>
            </w:r>
            <w:r w:rsidR="00D1628C">
              <w:t>12</w:t>
            </w:r>
          </w:p>
        </w:tc>
        <w:tc>
          <w:tcPr>
            <w:tcW w:w="3604" w:type="pct"/>
            <w:shd w:val="clear" w:color="auto" w:fill="auto"/>
          </w:tcPr>
          <w:p w14:paraId="01D80964" w14:textId="0DD97703" w:rsidR="00F1480E" w:rsidRPr="005404CB" w:rsidRDefault="009046C3" w:rsidP="005404CB">
            <w:pPr>
              <w:pStyle w:val="SIUnittitle"/>
            </w:pPr>
            <w:r w:rsidRPr="009046C3">
              <w:t>Develop and monitor a sustainable production plan</w:t>
            </w:r>
          </w:p>
        </w:tc>
      </w:tr>
      <w:tr w:rsidR="00F1480E" w:rsidRPr="00963A46" w14:paraId="6EEB8237" w14:textId="77777777" w:rsidTr="008835AE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381502" w14:textId="59508862" w:rsidR="00471B5E" w:rsidRPr="00471B5E" w:rsidRDefault="00471B5E" w:rsidP="00471B5E">
            <w:pPr>
              <w:pStyle w:val="SIText"/>
            </w:pPr>
            <w:r w:rsidRPr="00471B5E">
              <w:t xml:space="preserve">This unit of competency describes the skills and knowledge required to </w:t>
            </w:r>
            <w:r w:rsidR="00A638AE">
              <w:t>investigate sustainability goals, determine production system to achieve goals</w:t>
            </w:r>
            <w:r w:rsidR="009A3E98">
              <w:t>,</w:t>
            </w:r>
            <w:r w:rsidR="00A638AE">
              <w:t xml:space="preserve"> and </w:t>
            </w:r>
            <w:r w:rsidRPr="00471B5E">
              <w:t>develop and monitor a sustainable production plan for an organic or agroecological farming system.</w:t>
            </w:r>
          </w:p>
          <w:p w14:paraId="198A9358" w14:textId="77777777" w:rsidR="00471B5E" w:rsidRPr="00471B5E" w:rsidRDefault="00471B5E" w:rsidP="00471B5E">
            <w:pPr>
              <w:pStyle w:val="SIText"/>
            </w:pPr>
          </w:p>
          <w:p w14:paraId="56160F31" w14:textId="1287C3CA" w:rsidR="00471B5E" w:rsidRDefault="00A638AE" w:rsidP="00471B5E">
            <w:pPr>
              <w:pStyle w:val="SIText"/>
            </w:pPr>
            <w:r w:rsidRPr="00A638AE">
              <w:t xml:space="preserve">The unit applies to individuals who apply specialised skills and </w:t>
            </w:r>
            <w:proofErr w:type="gramStart"/>
            <w:r w:rsidRPr="00A638AE">
              <w:t>knowledge, and</w:t>
            </w:r>
            <w:proofErr w:type="gramEnd"/>
            <w:r w:rsidRPr="00A638AE">
              <w:t xml:space="preserve"> take personal responsibility and exercise autonomy in undertaking complex work. They analyse and synthesise information</w:t>
            </w:r>
            <w:r w:rsidR="009A3E98">
              <w:t>,</w:t>
            </w:r>
            <w:r w:rsidRPr="00A638AE">
              <w:t xml:space="preserve"> and analyse, </w:t>
            </w:r>
            <w:proofErr w:type="gramStart"/>
            <w:r w:rsidRPr="00A638AE">
              <w:t>design</w:t>
            </w:r>
            <w:proofErr w:type="gramEnd"/>
            <w:r w:rsidRPr="00A638AE">
              <w:t xml:space="preserve"> and communicate solutions to sometimes complex problems.</w:t>
            </w:r>
          </w:p>
          <w:p w14:paraId="119A5DEA" w14:textId="77777777" w:rsidR="00A638AE" w:rsidRPr="00471B5E" w:rsidRDefault="00A638AE" w:rsidP="00471B5E">
            <w:pPr>
              <w:pStyle w:val="SIText"/>
            </w:pPr>
          </w:p>
          <w:p w14:paraId="22C15BCD" w14:textId="4B751DE6" w:rsidR="00373436" w:rsidRPr="000754EC" w:rsidRDefault="00471B5E">
            <w:pPr>
              <w:pStyle w:val="SIText"/>
            </w:pPr>
            <w:r w:rsidRPr="00471B5E">
              <w:t>No licensing, legislative or certification requirements apply to this unit at the time of publication.</w:t>
            </w:r>
            <w:r w:rsidR="00E85832">
              <w:t xml:space="preserve"> </w:t>
            </w:r>
          </w:p>
        </w:tc>
      </w:tr>
      <w:tr w:rsidR="00F1480E" w:rsidRPr="00963A46" w14:paraId="730ABDE2" w14:textId="77777777" w:rsidTr="008835AE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8835AE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8835A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8835A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71B5E" w:rsidRPr="00963A46" w14:paraId="7DB7C384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44EC0F01" w14:textId="6708E40F" w:rsidR="00471B5E" w:rsidRPr="00471B5E" w:rsidRDefault="00471B5E" w:rsidP="00E34D93">
            <w:pPr>
              <w:pStyle w:val="SIText"/>
            </w:pPr>
            <w:r w:rsidRPr="00471B5E">
              <w:t>1. Identify goals</w:t>
            </w:r>
            <w:r w:rsidR="008838B4">
              <w:t xml:space="preserve"> for sustainable production plan</w:t>
            </w:r>
          </w:p>
        </w:tc>
        <w:tc>
          <w:tcPr>
            <w:tcW w:w="3604" w:type="pct"/>
            <w:shd w:val="clear" w:color="auto" w:fill="auto"/>
          </w:tcPr>
          <w:p w14:paraId="3332CD73" w14:textId="2AABD1BB" w:rsidR="00471B5E" w:rsidRPr="00471B5E" w:rsidRDefault="00471B5E" w:rsidP="00471B5E">
            <w:r w:rsidRPr="00471B5E">
              <w:t xml:space="preserve">1.1 </w:t>
            </w:r>
            <w:r w:rsidR="008838B4">
              <w:t>Determine</w:t>
            </w:r>
            <w:r w:rsidRPr="00471B5E">
              <w:t xml:space="preserve"> goals</w:t>
            </w:r>
            <w:r w:rsidR="008835AE">
              <w:t xml:space="preserve"> </w:t>
            </w:r>
            <w:r w:rsidR="008838B4">
              <w:t>of</w:t>
            </w:r>
            <w:r w:rsidR="008835AE">
              <w:t xml:space="preserve"> production plan</w:t>
            </w:r>
            <w:r w:rsidR="008838B4">
              <w:t xml:space="preserve"> for farm</w:t>
            </w:r>
          </w:p>
          <w:p w14:paraId="3F007F68" w14:textId="1C99C4C2" w:rsidR="00471B5E" w:rsidRPr="00471B5E" w:rsidRDefault="00471B5E" w:rsidP="00471B5E">
            <w:r w:rsidRPr="00471B5E">
              <w:t xml:space="preserve">1.2 Identify and document physical, biological, </w:t>
            </w:r>
            <w:proofErr w:type="gramStart"/>
            <w:r w:rsidRPr="00471B5E">
              <w:t>social</w:t>
            </w:r>
            <w:proofErr w:type="gramEnd"/>
            <w:r w:rsidRPr="00471B5E">
              <w:t xml:space="preserve"> and financial resources </w:t>
            </w:r>
            <w:r w:rsidR="008838B4">
              <w:t>of farm</w:t>
            </w:r>
          </w:p>
          <w:p w14:paraId="11248F54" w14:textId="21CE21DE" w:rsidR="00471B5E" w:rsidRPr="00471B5E" w:rsidRDefault="00471B5E" w:rsidP="00471B5E">
            <w:r w:rsidRPr="00471B5E">
              <w:t xml:space="preserve">1.3 Identify and analyse values, </w:t>
            </w:r>
            <w:proofErr w:type="gramStart"/>
            <w:r w:rsidRPr="00471B5E">
              <w:t>expectations</w:t>
            </w:r>
            <w:proofErr w:type="gramEnd"/>
            <w:r w:rsidRPr="00471B5E">
              <w:t xml:space="preserve"> and goals of stakeholders</w:t>
            </w:r>
          </w:p>
          <w:p w14:paraId="4B044429" w14:textId="7BF5F951" w:rsidR="00471B5E" w:rsidRPr="00471B5E" w:rsidRDefault="00471B5E" w:rsidP="00E34D93">
            <w:r w:rsidRPr="00471B5E">
              <w:t xml:space="preserve">1.4 Identify and document sustainability goals </w:t>
            </w:r>
            <w:r w:rsidR="008838B4">
              <w:t>from</w:t>
            </w:r>
            <w:r w:rsidRPr="00471B5E">
              <w:t xml:space="preserve"> industry data and organisational records</w:t>
            </w:r>
          </w:p>
        </w:tc>
      </w:tr>
      <w:tr w:rsidR="00471B5E" w:rsidRPr="00963A46" w14:paraId="711A21F0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48699A3E" w14:textId="7A5F87C8" w:rsidR="00471B5E" w:rsidRPr="00471B5E" w:rsidRDefault="00471B5E" w:rsidP="00471B5E">
            <w:pPr>
              <w:pStyle w:val="SIText"/>
            </w:pPr>
            <w:r w:rsidRPr="00471B5E">
              <w:t>2. Research and evaluate available sustainable production systems</w:t>
            </w:r>
          </w:p>
        </w:tc>
        <w:tc>
          <w:tcPr>
            <w:tcW w:w="3604" w:type="pct"/>
            <w:shd w:val="clear" w:color="auto" w:fill="auto"/>
          </w:tcPr>
          <w:p w14:paraId="2D62F666" w14:textId="2B935053" w:rsidR="00471B5E" w:rsidRPr="00471B5E" w:rsidRDefault="00471B5E" w:rsidP="00471B5E">
            <w:r w:rsidRPr="00471B5E">
              <w:t xml:space="preserve">2.1 </w:t>
            </w:r>
            <w:r w:rsidR="008838B4">
              <w:t>Research</w:t>
            </w:r>
            <w:r w:rsidRPr="00471B5E">
              <w:t xml:space="preserve"> potential </w:t>
            </w:r>
            <w:r w:rsidR="008838B4">
              <w:t>farming models</w:t>
            </w:r>
            <w:r w:rsidRPr="00471B5E">
              <w:t xml:space="preserve"> and evaluate against identified goals and resources</w:t>
            </w:r>
          </w:p>
          <w:p w14:paraId="489362D9" w14:textId="716DAFC1" w:rsidR="00471B5E" w:rsidRPr="00471B5E" w:rsidRDefault="00471B5E" w:rsidP="00471B5E">
            <w:r w:rsidRPr="00471B5E">
              <w:t xml:space="preserve">2.2 Research and evaluate applicable sustainable production systems for </w:t>
            </w:r>
            <w:r w:rsidR="008838B4">
              <w:t>farm</w:t>
            </w:r>
          </w:p>
          <w:p w14:paraId="5943F6B9" w14:textId="194B139D" w:rsidR="00471B5E" w:rsidRPr="00471B5E" w:rsidRDefault="00471B5E" w:rsidP="00471B5E">
            <w:r w:rsidRPr="00471B5E">
              <w:t xml:space="preserve">2.3 Identify a production system that </w:t>
            </w:r>
            <w:r w:rsidR="008838B4">
              <w:t>complies with</w:t>
            </w:r>
            <w:r w:rsidR="008838B4" w:rsidRPr="00471B5E">
              <w:t xml:space="preserve"> </w:t>
            </w:r>
            <w:r w:rsidRPr="00471B5E">
              <w:t xml:space="preserve">sustainability and </w:t>
            </w:r>
            <w:r w:rsidR="00BC39ED">
              <w:t>farm</w:t>
            </w:r>
            <w:r w:rsidR="00BC39ED" w:rsidRPr="00471B5E">
              <w:t xml:space="preserve"> </w:t>
            </w:r>
            <w:r w:rsidRPr="00471B5E">
              <w:t xml:space="preserve">management goals </w:t>
            </w:r>
          </w:p>
          <w:p w14:paraId="1F5CF385" w14:textId="3C7CF246" w:rsidR="00471B5E" w:rsidRPr="00471B5E" w:rsidRDefault="00471B5E" w:rsidP="00471B5E">
            <w:r w:rsidRPr="00471B5E">
              <w:t xml:space="preserve">2.4 Compare elements of </w:t>
            </w:r>
            <w:r w:rsidR="00BC39ED">
              <w:t xml:space="preserve">production </w:t>
            </w:r>
            <w:r w:rsidRPr="00471B5E">
              <w:t xml:space="preserve">system with </w:t>
            </w:r>
            <w:r w:rsidR="00BC39ED">
              <w:t>existing farm</w:t>
            </w:r>
            <w:r w:rsidRPr="00471B5E">
              <w:t xml:space="preserve"> processes</w:t>
            </w:r>
            <w:r w:rsidR="00BC39ED">
              <w:t xml:space="preserve"> and resources</w:t>
            </w:r>
          </w:p>
          <w:p w14:paraId="164F0907" w14:textId="743096A0" w:rsidR="00471B5E" w:rsidRPr="00471B5E" w:rsidRDefault="00471B5E" w:rsidP="00E34D93">
            <w:r w:rsidRPr="00471B5E">
              <w:t xml:space="preserve">2.5 Assess system against </w:t>
            </w:r>
            <w:r w:rsidR="00BC39ED">
              <w:t>farm</w:t>
            </w:r>
            <w:r w:rsidR="00BC39ED" w:rsidRPr="00471B5E">
              <w:t xml:space="preserve"> </w:t>
            </w:r>
            <w:r w:rsidRPr="00471B5E">
              <w:t>goals and sustainability principles</w:t>
            </w:r>
            <w:r w:rsidR="009A3E98">
              <w:t>,</w:t>
            </w:r>
            <w:r w:rsidRPr="00471B5E">
              <w:t xml:space="preserve"> and </w:t>
            </w:r>
            <w:r w:rsidR="00BC39ED">
              <w:t xml:space="preserve">document </w:t>
            </w:r>
            <w:r w:rsidRPr="00471B5E">
              <w:t>findings</w:t>
            </w:r>
          </w:p>
        </w:tc>
      </w:tr>
      <w:tr w:rsidR="00471B5E" w:rsidRPr="00963A46" w14:paraId="3F89A880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0DD48B01" w14:textId="3909A787" w:rsidR="00471B5E" w:rsidRPr="00471B5E" w:rsidRDefault="00471B5E" w:rsidP="00471B5E">
            <w:pPr>
              <w:pStyle w:val="SIText"/>
            </w:pPr>
            <w:r w:rsidRPr="00471B5E">
              <w:t>3. Develop a sustainable production plan</w:t>
            </w:r>
          </w:p>
        </w:tc>
        <w:tc>
          <w:tcPr>
            <w:tcW w:w="3604" w:type="pct"/>
            <w:shd w:val="clear" w:color="auto" w:fill="auto"/>
          </w:tcPr>
          <w:p w14:paraId="5EC28D06" w14:textId="45B64972" w:rsidR="00471B5E" w:rsidRPr="00471B5E" w:rsidRDefault="00471B5E" w:rsidP="00471B5E">
            <w:r w:rsidRPr="00471B5E">
              <w:t xml:space="preserve">3.1 </w:t>
            </w:r>
            <w:r w:rsidR="00BC39ED">
              <w:t>Specify</w:t>
            </w:r>
            <w:r w:rsidR="00BC39ED" w:rsidRPr="00471B5E">
              <w:t xml:space="preserve"> </w:t>
            </w:r>
            <w:r w:rsidRPr="00471B5E">
              <w:t xml:space="preserve">modifications to existing farm processes and </w:t>
            </w:r>
            <w:r w:rsidR="00BC39ED">
              <w:t>resources</w:t>
            </w:r>
            <w:r w:rsidR="00BC39ED" w:rsidRPr="00471B5E">
              <w:t xml:space="preserve"> </w:t>
            </w:r>
            <w:r w:rsidRPr="00471B5E">
              <w:t>for chosen production system</w:t>
            </w:r>
          </w:p>
          <w:p w14:paraId="68A91783" w14:textId="77777777" w:rsidR="00471B5E" w:rsidRPr="00471B5E" w:rsidRDefault="00471B5E" w:rsidP="00471B5E">
            <w:r w:rsidRPr="00471B5E">
              <w:t>3.2 Identify and document optimal production targets</w:t>
            </w:r>
          </w:p>
          <w:p w14:paraId="39F7F1DA" w14:textId="77777777" w:rsidR="00471B5E" w:rsidRPr="00471B5E" w:rsidRDefault="00471B5E" w:rsidP="00471B5E">
            <w:r w:rsidRPr="00471B5E">
              <w:t>3.3 Identify inputs and system design elements required to achieve the production targets</w:t>
            </w:r>
          </w:p>
          <w:p w14:paraId="78061C4C" w14:textId="77777777" w:rsidR="00471B5E" w:rsidRPr="00471B5E" w:rsidRDefault="00471B5E" w:rsidP="00471B5E">
            <w:r w:rsidRPr="00471B5E">
              <w:t>3.4 Establish risk management strategies</w:t>
            </w:r>
          </w:p>
          <w:p w14:paraId="1D78833A" w14:textId="018D054D" w:rsidR="00471B5E" w:rsidRPr="00471B5E" w:rsidRDefault="00471B5E" w:rsidP="00471B5E">
            <w:r w:rsidRPr="00471B5E">
              <w:t>3.5 Identify record</w:t>
            </w:r>
            <w:r w:rsidR="009A3E98">
              <w:t>-</w:t>
            </w:r>
            <w:r w:rsidRPr="00471B5E">
              <w:t>keeping requirements</w:t>
            </w:r>
          </w:p>
          <w:p w14:paraId="2B00249F" w14:textId="7D2C8316" w:rsidR="00471B5E" w:rsidRPr="00471B5E" w:rsidRDefault="00471B5E" w:rsidP="00E34D93">
            <w:pPr>
              <w:pStyle w:val="SIText"/>
            </w:pPr>
            <w:r w:rsidRPr="00471B5E">
              <w:t>3.6 Develop and document a sustainable production plan for selected enterprises and production systems</w:t>
            </w:r>
          </w:p>
        </w:tc>
      </w:tr>
      <w:tr w:rsidR="00471B5E" w:rsidRPr="00963A46" w14:paraId="1EFC5A39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246F3CD6" w14:textId="2684527E" w:rsidR="00471B5E" w:rsidRPr="00471B5E" w:rsidRDefault="00471B5E" w:rsidP="00471B5E">
            <w:pPr>
              <w:pStyle w:val="SIText"/>
            </w:pPr>
            <w:r w:rsidRPr="00471B5E">
              <w:lastRenderedPageBreak/>
              <w:t>4. Monitor and evaluate effectiveness of the sustainable production systems</w:t>
            </w:r>
          </w:p>
        </w:tc>
        <w:tc>
          <w:tcPr>
            <w:tcW w:w="3604" w:type="pct"/>
            <w:shd w:val="clear" w:color="auto" w:fill="auto"/>
          </w:tcPr>
          <w:p w14:paraId="427DA786" w14:textId="77777777" w:rsidR="00471B5E" w:rsidRPr="00471B5E" w:rsidRDefault="00471B5E" w:rsidP="00471B5E">
            <w:r w:rsidRPr="00471B5E">
              <w:t>4.1 Establish farm system monitoring procedures and performance indicators</w:t>
            </w:r>
          </w:p>
          <w:p w14:paraId="6990A667" w14:textId="1A110B74" w:rsidR="00471B5E" w:rsidRPr="00471B5E" w:rsidRDefault="00471B5E" w:rsidP="00471B5E">
            <w:r w:rsidRPr="00471B5E">
              <w:t>4.2 Monitor performance indicators against production and sustainability targets </w:t>
            </w:r>
          </w:p>
          <w:p w14:paraId="6D4CBEBE" w14:textId="2FADD9AE" w:rsidR="00471B5E" w:rsidRPr="00471B5E" w:rsidRDefault="00471B5E" w:rsidP="00471B5E">
            <w:r w:rsidRPr="00471B5E">
              <w:t>4.3 Evaluate production and sustainability data against sustainable production plan goals</w:t>
            </w:r>
          </w:p>
          <w:p w14:paraId="343E6C7F" w14:textId="5C5BEE67" w:rsidR="00471B5E" w:rsidRPr="00471B5E" w:rsidRDefault="00471B5E" w:rsidP="00471B5E">
            <w:r w:rsidRPr="00471B5E">
              <w:t xml:space="preserve">4.4 Modify production system </w:t>
            </w:r>
            <w:r w:rsidR="00BC39ED">
              <w:t xml:space="preserve">to resolve </w:t>
            </w:r>
            <w:r w:rsidRPr="00471B5E">
              <w:t xml:space="preserve">differences between </w:t>
            </w:r>
            <w:r w:rsidR="00BC39ED">
              <w:t xml:space="preserve">planned </w:t>
            </w:r>
            <w:r w:rsidRPr="00471B5E">
              <w:t xml:space="preserve">and actual </w:t>
            </w:r>
            <w:r w:rsidR="00BC39ED">
              <w:t>production targets</w:t>
            </w:r>
          </w:p>
          <w:p w14:paraId="34B16FC8" w14:textId="4DD5C57A" w:rsidR="00BC39ED" w:rsidRDefault="00471B5E" w:rsidP="00E34D93">
            <w:r w:rsidRPr="00471B5E">
              <w:t xml:space="preserve">4.5 Identify, </w:t>
            </w:r>
            <w:proofErr w:type="gramStart"/>
            <w:r w:rsidRPr="00471B5E">
              <w:t>monitor</w:t>
            </w:r>
            <w:proofErr w:type="gramEnd"/>
            <w:r w:rsidRPr="00471B5E">
              <w:t xml:space="preserve"> and assess environmental impact </w:t>
            </w:r>
            <w:r w:rsidR="00BC39ED">
              <w:t>of farm production process</w:t>
            </w:r>
          </w:p>
          <w:p w14:paraId="5A7D9650" w14:textId="25E988B9" w:rsidR="00471B5E" w:rsidRPr="00471B5E" w:rsidRDefault="00BC39ED">
            <w:r>
              <w:t xml:space="preserve">4.6 Identify </w:t>
            </w:r>
            <w:r w:rsidR="00471B5E" w:rsidRPr="00471B5E">
              <w:t>health and safety hazards</w:t>
            </w:r>
            <w:r>
              <w:t xml:space="preserve">, assess </w:t>
            </w:r>
            <w:proofErr w:type="gramStart"/>
            <w:r>
              <w:t>risk</w:t>
            </w:r>
            <w:proofErr w:type="gramEnd"/>
            <w:r>
              <w:t xml:space="preserve"> and implement controls for farm production</w:t>
            </w:r>
          </w:p>
        </w:tc>
      </w:tr>
      <w:tr w:rsidR="00471B5E" w:rsidRPr="00963A46" w14:paraId="39421F68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515ABF00" w14:textId="79591EEE" w:rsidR="00471B5E" w:rsidRPr="00471B5E" w:rsidRDefault="00471B5E" w:rsidP="00471B5E">
            <w:pPr>
              <w:pStyle w:val="SIText"/>
            </w:pPr>
            <w:r w:rsidRPr="00471B5E">
              <w:t>5. Record and manage information and data</w:t>
            </w:r>
          </w:p>
        </w:tc>
        <w:tc>
          <w:tcPr>
            <w:tcW w:w="3604" w:type="pct"/>
            <w:shd w:val="clear" w:color="auto" w:fill="auto"/>
          </w:tcPr>
          <w:p w14:paraId="26D5D69C" w14:textId="1BC4FE93" w:rsidR="00471B5E" w:rsidRPr="00471B5E" w:rsidRDefault="00471B5E" w:rsidP="00471B5E">
            <w:r w:rsidRPr="00471B5E">
              <w:t xml:space="preserve">5.1 Create and maintain records </w:t>
            </w:r>
            <w:r w:rsidR="00BC39ED">
              <w:t xml:space="preserve">according to </w:t>
            </w:r>
            <w:r w:rsidRPr="00471B5E">
              <w:t>production plan, health and safety, and equipment programs</w:t>
            </w:r>
          </w:p>
          <w:p w14:paraId="7496F104" w14:textId="1AF128A0" w:rsidR="00471B5E" w:rsidRPr="00471B5E" w:rsidRDefault="00471B5E" w:rsidP="00471B5E">
            <w:r w:rsidRPr="00471B5E">
              <w:t>5.2 Maintain record</w:t>
            </w:r>
            <w:r w:rsidR="009A3E98">
              <w:t>-</w:t>
            </w:r>
            <w:r w:rsidRPr="00471B5E">
              <w:t>keeping systems and data to enterprise and industry standards</w:t>
            </w:r>
          </w:p>
          <w:p w14:paraId="5DA91831" w14:textId="77777777" w:rsidR="00471B5E" w:rsidRPr="00471B5E" w:rsidRDefault="00471B5E" w:rsidP="00471B5E">
            <w:r w:rsidRPr="00471B5E">
              <w:t>5.3 Prepare and assess recommendations for future sustainable production plans</w:t>
            </w:r>
          </w:p>
          <w:p w14:paraId="215E49CE" w14:textId="2EE77A01" w:rsidR="00471B5E" w:rsidRPr="00471B5E" w:rsidRDefault="00471B5E" w:rsidP="00E34D93">
            <w:r w:rsidRPr="00471B5E">
              <w:t xml:space="preserve">5.4 Document revised plans and </w:t>
            </w:r>
            <w:r w:rsidR="00C2552A">
              <w:t>record</w:t>
            </w:r>
            <w:r w:rsidR="00C2552A" w:rsidRPr="00471B5E">
              <w:t xml:space="preserve"> </w:t>
            </w:r>
            <w:r w:rsidRPr="00471B5E">
              <w:t>changes in organic management plan (OMP)</w:t>
            </w:r>
            <w:r w:rsidR="00C2552A">
              <w:t xml:space="preserve"> according to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3200C001" w14:textId="77777777" w:rsidR="00F1480E" w:rsidRPr="00DD0726" w:rsidRDefault="00F1480E" w:rsidP="005E6FB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8835AE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8835AE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8835AE">
        <w:tc>
          <w:tcPr>
            <w:tcW w:w="1396" w:type="pct"/>
          </w:tcPr>
          <w:p w14:paraId="166E6F1B" w14:textId="7A120430" w:rsidR="00F1480E" w:rsidRPr="005404CB" w:rsidRDefault="0054286C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5847B8AB" w:rsidR="00F1480E" w:rsidRPr="005404CB" w:rsidRDefault="00D96ECD" w:rsidP="0054286C">
            <w:pPr>
              <w:pStyle w:val="SIBulletList1"/>
              <w:rPr>
                <w:rFonts w:eastAsia="Calibri"/>
              </w:rPr>
            </w:pPr>
            <w:r>
              <w:t>Source, o</w:t>
            </w:r>
            <w:r w:rsidR="0054286C" w:rsidRPr="0054286C">
              <w:t>rganise</w:t>
            </w:r>
            <w:r>
              <w:t xml:space="preserve">, and </w:t>
            </w:r>
            <w:r w:rsidR="0054286C" w:rsidRPr="0054286C">
              <w:t xml:space="preserve">evaluate information </w:t>
            </w:r>
            <w:r w:rsidR="0054286C">
              <w:t xml:space="preserve">on sustainable production from </w:t>
            </w:r>
            <w:r w:rsidR="0054286C" w:rsidRPr="0054286C">
              <w:t>a wide range of complex texts</w:t>
            </w:r>
          </w:p>
        </w:tc>
      </w:tr>
      <w:tr w:rsidR="00F1480E" w:rsidRPr="00336FCA" w:rsidDel="00423CB2" w14:paraId="0655D844" w14:textId="77777777" w:rsidTr="008835AE">
        <w:tc>
          <w:tcPr>
            <w:tcW w:w="1396" w:type="pct"/>
          </w:tcPr>
          <w:p w14:paraId="64582310" w14:textId="0F989066" w:rsidR="00F1480E" w:rsidRPr="005404CB" w:rsidRDefault="0054286C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77314E3E" w:rsidR="00F1480E" w:rsidRPr="005404CB" w:rsidRDefault="0054286C" w:rsidP="0054286C">
            <w:pPr>
              <w:pStyle w:val="SIBulletList1"/>
              <w:rPr>
                <w:rFonts w:eastAsia="Calibri"/>
              </w:rPr>
            </w:pPr>
            <w:r w:rsidRPr="0054286C">
              <w:t>Demonstrate sophisticated writing skills by selecting appropriate conventions and stylistic devices to express meaning</w:t>
            </w:r>
            <w:r>
              <w:t xml:space="preserve"> in plans, </w:t>
            </w:r>
            <w:proofErr w:type="gramStart"/>
            <w:r>
              <w:t>processes</w:t>
            </w:r>
            <w:proofErr w:type="gramEnd"/>
            <w:r>
              <w:t xml:space="preserve"> and record</w:t>
            </w:r>
            <w:r w:rsidR="006326E7">
              <w:t>-</w:t>
            </w:r>
            <w:r>
              <w:t>keeping systems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3D6C5088" w:rsidR="00FB2A50" w:rsidRPr="005404CB" w:rsidRDefault="00C2552A" w:rsidP="00D1628C">
            <w:pPr>
              <w:pStyle w:val="SIText"/>
            </w:pPr>
            <w:r w:rsidRPr="00C2552A">
              <w:t>AHCORG5</w:t>
            </w:r>
            <w:r w:rsidR="00D1628C">
              <w:t>12</w:t>
            </w:r>
            <w:r w:rsidRPr="00C2552A">
              <w:t xml:space="preserve"> Develop and monitor a sustainable production plan</w:t>
            </w:r>
          </w:p>
        </w:tc>
        <w:tc>
          <w:tcPr>
            <w:tcW w:w="1105" w:type="pct"/>
          </w:tcPr>
          <w:p w14:paraId="64EA7AE3" w14:textId="460B414D" w:rsidR="00041E59" w:rsidRPr="005404CB" w:rsidRDefault="00C2552A">
            <w:pPr>
              <w:pStyle w:val="SIText"/>
            </w:pPr>
            <w:r w:rsidRPr="00C2552A">
              <w:t>AHCORG505 Develop and monitor a sustainable production plan</w:t>
            </w:r>
          </w:p>
        </w:tc>
        <w:tc>
          <w:tcPr>
            <w:tcW w:w="1251" w:type="pct"/>
          </w:tcPr>
          <w:p w14:paraId="3E031D32" w14:textId="3495A5F5" w:rsidR="00041E59" w:rsidRPr="005404CB" w:rsidRDefault="00C2552A" w:rsidP="005404CB">
            <w:pPr>
              <w:pStyle w:val="SIText"/>
            </w:pPr>
            <w:r>
              <w:t>Minor changes to Application, Elements and Performance Criteria for clarity and brevity</w:t>
            </w:r>
            <w:r w:rsidR="001D40F0">
              <w:br/>
              <w:t>Changes to Performance Evidence, Knowledge Evidence and Assessment Conditions for clarity</w:t>
            </w:r>
            <w:r w:rsidR="001D40F0">
              <w:br/>
              <w:t>Foundation Skills added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8835AE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2746DE37" w:rsidR="00F1480E" w:rsidRPr="005404CB" w:rsidRDefault="006326E7" w:rsidP="005404CB">
            <w:pPr>
              <w:pStyle w:val="SIText"/>
            </w:pPr>
            <w:r>
              <w:t xml:space="preserve">Companion Volumes, including Implementation </w:t>
            </w:r>
            <w:r w:rsidRPr="006326E7">
              <w:t xml:space="preserve">Guides, are available at </w:t>
            </w:r>
            <w:proofErr w:type="spellStart"/>
            <w:r w:rsidRPr="006326E7">
              <w:t>VETNet</w:t>
            </w:r>
            <w:proofErr w:type="spellEnd"/>
            <w:r w:rsidRPr="006326E7">
              <w:t xml:space="preserve">: </w:t>
            </w:r>
            <w:hyperlink r:id="rId11" w:history="1">
              <w:r w:rsidRPr="006326E7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8835AE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8D4F81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046C3" w:rsidRPr="009046C3">
              <w:t>AHCORG5</w:t>
            </w:r>
            <w:r w:rsidR="00D1628C">
              <w:t>12</w:t>
            </w:r>
            <w:r w:rsidR="009046C3" w:rsidRPr="009046C3">
              <w:t xml:space="preserve"> Develop and monitor a sustainable production plan</w:t>
            </w:r>
          </w:p>
        </w:tc>
      </w:tr>
      <w:tr w:rsidR="00556C4C" w:rsidRPr="00A55106" w14:paraId="4D527228" w14:textId="77777777" w:rsidTr="008835A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8835AE">
        <w:tc>
          <w:tcPr>
            <w:tcW w:w="5000" w:type="pct"/>
            <w:gridSpan w:val="2"/>
            <w:shd w:val="clear" w:color="auto" w:fill="auto"/>
          </w:tcPr>
          <w:p w14:paraId="4FF9142C" w14:textId="77777777" w:rsidR="00EC7148" w:rsidRDefault="00EC7148" w:rsidP="00EC7148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323F8953" w14:textId="77777777" w:rsidR="006326E7" w:rsidRDefault="006326E7" w:rsidP="00EC7148">
            <w:pPr>
              <w:pStyle w:val="SIText"/>
            </w:pPr>
          </w:p>
          <w:p w14:paraId="2187CC27" w14:textId="3FA6644D" w:rsidR="00EC7148" w:rsidRDefault="00EC7148" w:rsidP="00EC7148">
            <w:pPr>
              <w:pStyle w:val="SIText"/>
            </w:pPr>
            <w:r>
              <w:t>There must be evidence that the individual has</w:t>
            </w:r>
            <w:r w:rsidR="006326E7">
              <w:t>,</w:t>
            </w:r>
            <w:r>
              <w:t xml:space="preserve"> on at least one occasion</w:t>
            </w:r>
            <w:r w:rsidR="006326E7">
              <w:t>,</w:t>
            </w:r>
            <w:r>
              <w:t xml:space="preserve"> developed and monitored a sustainable production system for a farm</w:t>
            </w:r>
            <w:r w:rsidR="006326E7">
              <w:t xml:space="preserve"> and has</w:t>
            </w:r>
            <w:r>
              <w:t>:</w:t>
            </w:r>
          </w:p>
          <w:p w14:paraId="77C28AE2" w14:textId="07073F2D" w:rsidR="00C25BD6" w:rsidRPr="00C25BD6" w:rsidRDefault="00C25BD6" w:rsidP="00C25BD6">
            <w:pPr>
              <w:pStyle w:val="SIBulletList1"/>
            </w:pPr>
            <w:r w:rsidRPr="00C25BD6">
              <w:t>identif</w:t>
            </w:r>
            <w:r w:rsidR="00EC7148">
              <w:t>ied</w:t>
            </w:r>
            <w:r w:rsidRPr="00C25BD6">
              <w:t xml:space="preserve"> personal and enterprise goals</w:t>
            </w:r>
          </w:p>
          <w:p w14:paraId="7D56F01E" w14:textId="32E577F2" w:rsidR="00C25BD6" w:rsidRPr="00C25BD6" w:rsidRDefault="00C25BD6" w:rsidP="00C25BD6">
            <w:pPr>
              <w:pStyle w:val="SIBulletList1"/>
            </w:pPr>
            <w:r w:rsidRPr="00C25BD6">
              <w:t>identif</w:t>
            </w:r>
            <w:r w:rsidR="00EC7148">
              <w:t>ied</w:t>
            </w:r>
            <w:r w:rsidRPr="00C25BD6">
              <w:t xml:space="preserve"> and document</w:t>
            </w:r>
            <w:r w:rsidR="00EC7148">
              <w:t>ed</w:t>
            </w:r>
            <w:r w:rsidRPr="00C25BD6">
              <w:t xml:space="preserve"> physical, biological, </w:t>
            </w:r>
            <w:proofErr w:type="gramStart"/>
            <w:r w:rsidRPr="00C25BD6">
              <w:t>social</w:t>
            </w:r>
            <w:proofErr w:type="gramEnd"/>
            <w:r w:rsidRPr="00C25BD6">
              <w:t xml:space="preserve"> and financial resources</w:t>
            </w:r>
          </w:p>
          <w:p w14:paraId="4B6559E5" w14:textId="77777777" w:rsidR="00EC7148" w:rsidRDefault="00C25BD6" w:rsidP="00C25BD6">
            <w:pPr>
              <w:pStyle w:val="SIBulletList1"/>
            </w:pPr>
            <w:r w:rsidRPr="00C25BD6">
              <w:t>research</w:t>
            </w:r>
            <w:r w:rsidR="00EC7148">
              <w:t>ed</w:t>
            </w:r>
            <w:r w:rsidRPr="00C25BD6">
              <w:t xml:space="preserve"> and evaluate</w:t>
            </w:r>
            <w:r w:rsidR="00EC7148">
              <w:t>d</w:t>
            </w:r>
            <w:r w:rsidRPr="00C25BD6">
              <w:t xml:space="preserve"> sustainable production systems</w:t>
            </w:r>
          </w:p>
          <w:p w14:paraId="4F4CCB16" w14:textId="74DF81C2" w:rsidR="00C25BD6" w:rsidRPr="00C25BD6" w:rsidRDefault="00C25BD6">
            <w:pPr>
              <w:pStyle w:val="SIBulletList1"/>
            </w:pPr>
            <w:r w:rsidRPr="00EC7148">
              <w:t>develop</w:t>
            </w:r>
            <w:r w:rsidR="00EC7148" w:rsidRPr="00EC7148">
              <w:t>ed</w:t>
            </w:r>
            <w:r w:rsidRPr="00C25BD6">
              <w:t xml:space="preserve"> a sustainable production plan</w:t>
            </w:r>
            <w:r w:rsidR="00EC7148">
              <w:t xml:space="preserve"> consistent with </w:t>
            </w:r>
            <w:r w:rsidRPr="00C25BD6">
              <w:t xml:space="preserve">land capacity </w:t>
            </w:r>
            <w:r w:rsidR="00EC7148">
              <w:t xml:space="preserve">and </w:t>
            </w:r>
            <w:r w:rsidRPr="00C25BD6">
              <w:t>production system design</w:t>
            </w:r>
          </w:p>
          <w:p w14:paraId="5017F2C4" w14:textId="3D81E51D" w:rsidR="00C25BD6" w:rsidRPr="00C25BD6" w:rsidRDefault="00C25BD6" w:rsidP="00C25BD6">
            <w:pPr>
              <w:pStyle w:val="SIBulletList1"/>
            </w:pPr>
            <w:r w:rsidRPr="00C25BD6">
              <w:t>monitor</w:t>
            </w:r>
            <w:r w:rsidR="00EC7148">
              <w:t>ed</w:t>
            </w:r>
            <w:r w:rsidRPr="00C25BD6">
              <w:t xml:space="preserve"> and evaluate</w:t>
            </w:r>
            <w:r w:rsidR="00EC7148">
              <w:t>d</w:t>
            </w:r>
            <w:r w:rsidRPr="00C25BD6">
              <w:t xml:space="preserve"> effectiveness of sustainable production system</w:t>
            </w:r>
          </w:p>
          <w:p w14:paraId="41C938FF" w14:textId="1B99FF22" w:rsidR="00C25BD6" w:rsidRPr="00C25BD6" w:rsidRDefault="00EC7148" w:rsidP="00C25BD6">
            <w:pPr>
              <w:pStyle w:val="SIBulletList1"/>
            </w:pPr>
            <w:r>
              <w:t xml:space="preserve">reviewed and </w:t>
            </w:r>
            <w:r w:rsidR="00C25BD6" w:rsidRPr="00C25BD6">
              <w:t>modif</w:t>
            </w:r>
            <w:r>
              <w:t>ied</w:t>
            </w:r>
            <w:r w:rsidR="00C25BD6" w:rsidRPr="00C25BD6">
              <w:t xml:space="preserve"> the production system </w:t>
            </w:r>
          </w:p>
          <w:p w14:paraId="6BFA69AA" w14:textId="64C7B188" w:rsidR="006130F4" w:rsidRPr="005404CB" w:rsidRDefault="00EC7148" w:rsidP="005E6FB7">
            <w:pPr>
              <w:pStyle w:val="SIBulletList1"/>
            </w:pPr>
            <w:r>
              <w:t xml:space="preserve">designed, </w:t>
            </w:r>
            <w:proofErr w:type="gramStart"/>
            <w:r>
              <w:t>updated</w:t>
            </w:r>
            <w:proofErr w:type="gramEnd"/>
            <w:r w:rsidRPr="00C25BD6">
              <w:t xml:space="preserve"> </w:t>
            </w:r>
            <w:r w:rsidR="00C25BD6" w:rsidRPr="00C25BD6">
              <w:t>and manage</w:t>
            </w:r>
            <w:r>
              <w:t>d</w:t>
            </w:r>
            <w:r w:rsidR="00C25BD6" w:rsidRPr="00C25BD6">
              <w:t xml:space="preserve"> farm </w:t>
            </w:r>
            <w:r>
              <w:t>record</w:t>
            </w:r>
            <w:r w:rsidR="006326E7">
              <w:t>-</w:t>
            </w:r>
            <w:r>
              <w:t xml:space="preserve">keeping </w:t>
            </w:r>
            <w:r w:rsidR="00C25BD6" w:rsidRPr="00C25BD6">
              <w:t>system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8835AE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8835AE">
        <w:tc>
          <w:tcPr>
            <w:tcW w:w="5000" w:type="pct"/>
            <w:shd w:val="clear" w:color="auto" w:fill="auto"/>
          </w:tcPr>
          <w:p w14:paraId="7E8FECA0" w14:textId="7147DDA4" w:rsidR="00EC7148" w:rsidRDefault="00EC7148" w:rsidP="00EC7148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85A156A" w14:textId="6A8427F9" w:rsidR="00C25BD6" w:rsidRDefault="00C25BD6" w:rsidP="00C25BD6">
            <w:pPr>
              <w:pStyle w:val="SIBulletList1"/>
            </w:pPr>
            <w:r w:rsidRPr="00C25BD6">
              <w:t>federal, state or territory legislation, regulations, standards, codes of practice and established safe practices relevant to the full range of processes in developing and monitoring a sustainable production plan</w:t>
            </w:r>
          </w:p>
          <w:p w14:paraId="61A9985C" w14:textId="34E848B6" w:rsidR="00E34D93" w:rsidRDefault="00E34D93" w:rsidP="00E34D93">
            <w:pPr>
              <w:pStyle w:val="SIBulletList1"/>
            </w:pPr>
            <w:r>
              <w:t>importance of stakeholders and their engagement for developing a sustainable enterprise, including:</w:t>
            </w:r>
          </w:p>
          <w:p w14:paraId="4387EE68" w14:textId="4F56A75E" w:rsidR="00E34D93" w:rsidRDefault="00E34D93" w:rsidP="005E6FB7">
            <w:pPr>
              <w:pStyle w:val="SIBulletList2"/>
            </w:pPr>
            <w:r w:rsidRPr="00E34D93">
              <w:t>farm owners</w:t>
            </w:r>
            <w:r>
              <w:t xml:space="preserve"> and partners</w:t>
            </w:r>
          </w:p>
          <w:p w14:paraId="4E3A45C8" w14:textId="77A618BB" w:rsidR="00E34D93" w:rsidRPr="00E34D93" w:rsidRDefault="00E34D93" w:rsidP="005E6FB7">
            <w:pPr>
              <w:pStyle w:val="SIBulletList2"/>
            </w:pPr>
            <w:r>
              <w:t>farm workers</w:t>
            </w:r>
          </w:p>
          <w:p w14:paraId="5B90B8A0" w14:textId="5A07B7BA" w:rsidR="00E34D93" w:rsidRPr="00E34D93" w:rsidRDefault="00E34D93" w:rsidP="005E6FB7">
            <w:pPr>
              <w:pStyle w:val="SIBulletList2"/>
            </w:pPr>
            <w:r>
              <w:t>contractors</w:t>
            </w:r>
          </w:p>
          <w:p w14:paraId="18D406EB" w14:textId="77777777" w:rsidR="00E34D93" w:rsidRDefault="00E34D93" w:rsidP="005E6FB7">
            <w:pPr>
              <w:pStyle w:val="SIBulletList2"/>
            </w:pPr>
            <w:r>
              <w:t>suppliers</w:t>
            </w:r>
          </w:p>
          <w:p w14:paraId="75204018" w14:textId="69D1E919" w:rsidR="00E34D93" w:rsidRPr="00C25BD6" w:rsidRDefault="00E34D93" w:rsidP="005E6FB7">
            <w:pPr>
              <w:pStyle w:val="SIBulletList2"/>
            </w:pPr>
            <w:r>
              <w:t>customers</w:t>
            </w:r>
          </w:p>
          <w:p w14:paraId="67AF714F" w14:textId="4A5F91C5" w:rsidR="00EC7148" w:rsidRDefault="00C25BD6">
            <w:pPr>
              <w:pStyle w:val="SIBulletList1"/>
            </w:pPr>
            <w:r w:rsidRPr="00E34D93">
              <w:t>legislation</w:t>
            </w:r>
            <w:r w:rsidRPr="00C25BD6">
              <w:t xml:space="preserve"> and regulations</w:t>
            </w:r>
            <w:r w:rsidR="00EC7148">
              <w:t>, including:</w:t>
            </w:r>
          </w:p>
          <w:p w14:paraId="39CED5C3" w14:textId="4F681D7D" w:rsidR="00EC7148" w:rsidRDefault="00C25BD6" w:rsidP="005E6FB7">
            <w:pPr>
              <w:pStyle w:val="SIBulletList2"/>
            </w:pPr>
            <w:r w:rsidRPr="00C25BD6">
              <w:t>health and safety</w:t>
            </w:r>
          </w:p>
          <w:p w14:paraId="6C1247E5" w14:textId="7FFD6199" w:rsidR="00EC7148" w:rsidRDefault="00C25BD6" w:rsidP="005E6FB7">
            <w:pPr>
              <w:pStyle w:val="SIBulletList2"/>
            </w:pPr>
            <w:r w:rsidRPr="00C25BD6">
              <w:t>contractor engagement</w:t>
            </w:r>
          </w:p>
          <w:p w14:paraId="4EA03D01" w14:textId="369627DD" w:rsidR="001F43E8" w:rsidRDefault="00C25BD6" w:rsidP="005E6FB7">
            <w:pPr>
              <w:pStyle w:val="SIBulletList2"/>
            </w:pPr>
            <w:r w:rsidRPr="00C25BD6">
              <w:t>animal health and welfare</w:t>
            </w:r>
          </w:p>
          <w:p w14:paraId="3FC0C74B" w14:textId="398417BC" w:rsidR="001F43E8" w:rsidRDefault="00C25BD6" w:rsidP="005E6FB7">
            <w:pPr>
              <w:pStyle w:val="SIBulletList2"/>
            </w:pPr>
            <w:r w:rsidRPr="00C25BD6">
              <w:t>chemical use and application</w:t>
            </w:r>
          </w:p>
          <w:p w14:paraId="336B45CF" w14:textId="1B8F67F5" w:rsidR="001F43E8" w:rsidRDefault="00C25BD6" w:rsidP="005E6FB7">
            <w:pPr>
              <w:pStyle w:val="SIBulletList2"/>
            </w:pPr>
            <w:r w:rsidRPr="00C25BD6">
              <w:t>vehicle and plant use</w:t>
            </w:r>
          </w:p>
          <w:p w14:paraId="62F4612B" w14:textId="2F434C68" w:rsidR="00C25BD6" w:rsidRPr="00C25BD6" w:rsidRDefault="00C25BD6" w:rsidP="005E6FB7">
            <w:pPr>
              <w:pStyle w:val="SIBulletList2"/>
            </w:pPr>
            <w:r w:rsidRPr="00C25BD6">
              <w:t>soil and water degradation</w:t>
            </w:r>
          </w:p>
          <w:p w14:paraId="6AA75BF9" w14:textId="77777777" w:rsidR="001F43E8" w:rsidRDefault="00C25BD6" w:rsidP="00C25BD6">
            <w:pPr>
              <w:pStyle w:val="SIBulletList1"/>
            </w:pPr>
            <w:r w:rsidRPr="00C25BD6">
              <w:t>environmental protection requirements and codes of practice, including</w:t>
            </w:r>
            <w:r w:rsidR="001F43E8">
              <w:t>:</w:t>
            </w:r>
          </w:p>
          <w:p w14:paraId="18410B21" w14:textId="43D6FBBC" w:rsidR="001F43E8" w:rsidRDefault="00C25BD6" w:rsidP="005E6FB7">
            <w:pPr>
              <w:pStyle w:val="SIBulletList2"/>
            </w:pPr>
            <w:r w:rsidRPr="00C25BD6">
              <w:t>safe disposal of products</w:t>
            </w:r>
          </w:p>
          <w:p w14:paraId="6C006284" w14:textId="51925EE4" w:rsidR="001F43E8" w:rsidRDefault="001F43E8" w:rsidP="005E6FB7">
            <w:pPr>
              <w:pStyle w:val="SIBulletList2"/>
            </w:pPr>
            <w:r>
              <w:t>w</w:t>
            </w:r>
            <w:r w:rsidR="00C25BD6" w:rsidRPr="00C25BD6">
              <w:t xml:space="preserve">aste </w:t>
            </w:r>
            <w:r>
              <w:t>management</w:t>
            </w:r>
          </w:p>
          <w:p w14:paraId="54408A68" w14:textId="774F42B7" w:rsidR="00C25BD6" w:rsidRPr="00C25BD6" w:rsidRDefault="001F43E8" w:rsidP="005E6FB7">
            <w:pPr>
              <w:pStyle w:val="SIBulletList2"/>
            </w:pPr>
            <w:r>
              <w:t>biosecurity</w:t>
            </w:r>
          </w:p>
          <w:p w14:paraId="4B0AA52D" w14:textId="77777777" w:rsidR="00C25BD6" w:rsidRPr="00C25BD6" w:rsidRDefault="00C25BD6" w:rsidP="00C25BD6">
            <w:pPr>
              <w:pStyle w:val="SIBulletList1"/>
            </w:pPr>
            <w:r w:rsidRPr="00C25BD6">
              <w:t>organisational policies and procedures, standards and site requirements for risk management and hazard identification</w:t>
            </w:r>
          </w:p>
          <w:p w14:paraId="726F90AD" w14:textId="77777777" w:rsidR="00C25BD6" w:rsidRPr="00C25BD6" w:rsidRDefault="00C25BD6" w:rsidP="00C25BD6">
            <w:pPr>
              <w:pStyle w:val="SIBulletList1"/>
            </w:pPr>
            <w:r w:rsidRPr="00C25BD6">
              <w:t>sustainable land use principles and practices applicable in the region</w:t>
            </w:r>
          </w:p>
          <w:p w14:paraId="5C8CD985" w14:textId="55B319E6" w:rsidR="006130F4" w:rsidRPr="005404CB" w:rsidRDefault="00C25BD6" w:rsidP="005E6FB7">
            <w:pPr>
              <w:pStyle w:val="SIBulletList1"/>
            </w:pPr>
            <w:r w:rsidRPr="00C25BD6">
              <w:t>farm planning processes</w:t>
            </w:r>
            <w:r w:rsidR="001F43E8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8835AE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8835AE">
        <w:tc>
          <w:tcPr>
            <w:tcW w:w="5000" w:type="pct"/>
            <w:shd w:val="clear" w:color="auto" w:fill="auto"/>
          </w:tcPr>
          <w:p w14:paraId="6E5C0806" w14:textId="77777777" w:rsidR="00E34D93" w:rsidRPr="00E34D93" w:rsidRDefault="00E34D93" w:rsidP="005E6FB7">
            <w:pPr>
              <w:pStyle w:val="SIText"/>
            </w:pPr>
            <w:r w:rsidRPr="00E34D93">
              <w:t xml:space="preserve">Assessment of the skills in this unit of competency must take place under the following conditions: </w:t>
            </w:r>
          </w:p>
          <w:p w14:paraId="5BACB1E8" w14:textId="77777777" w:rsidR="00E34D93" w:rsidRPr="00E34D93" w:rsidRDefault="00E34D93" w:rsidP="005E6FB7">
            <w:pPr>
              <w:pStyle w:val="SIBulletList1"/>
            </w:pPr>
            <w:r w:rsidRPr="00E34D93">
              <w:t>physical conditions:</w:t>
            </w:r>
          </w:p>
          <w:p w14:paraId="0B32087F" w14:textId="321F906B" w:rsidR="00E34D93" w:rsidRPr="00E34D93" w:rsidRDefault="00E34D93" w:rsidP="00E34D93">
            <w:pPr>
              <w:pStyle w:val="SIBulletList2"/>
            </w:pPr>
            <w:r w:rsidRPr="00E34D93">
              <w:t xml:space="preserve">skills must be demonstrated </w:t>
            </w:r>
            <w:r>
              <w:t xml:space="preserve">for a farm </w:t>
            </w:r>
            <w:r w:rsidRPr="00E34D93">
              <w:t>or an environment that accurately represents workplace conditions</w:t>
            </w:r>
          </w:p>
          <w:p w14:paraId="197CA33E" w14:textId="77777777" w:rsidR="00E34D93" w:rsidRPr="00E34D93" w:rsidRDefault="00E34D93" w:rsidP="005E6FB7">
            <w:pPr>
              <w:pStyle w:val="SIBulletList1"/>
            </w:pPr>
            <w:r w:rsidRPr="00E34D93">
              <w:t xml:space="preserve">resources, </w:t>
            </w:r>
            <w:proofErr w:type="gramStart"/>
            <w:r w:rsidRPr="00E34D93">
              <w:t>equipment</w:t>
            </w:r>
            <w:proofErr w:type="gramEnd"/>
            <w:r w:rsidRPr="00E34D93">
              <w:t xml:space="preserve"> and materials:</w:t>
            </w:r>
          </w:p>
          <w:p w14:paraId="5D8F305A" w14:textId="12729DF8" w:rsidR="00E34D93" w:rsidRPr="00E34D93" w:rsidRDefault="00E34D93" w:rsidP="00E34D93">
            <w:pPr>
              <w:pStyle w:val="SIBulletList2"/>
            </w:pPr>
            <w:r>
              <w:t xml:space="preserve">research </w:t>
            </w:r>
            <w:r w:rsidRPr="00E34D93">
              <w:t xml:space="preserve">tools and </w:t>
            </w:r>
            <w:r w:rsidR="001F0C42">
              <w:t>references</w:t>
            </w:r>
          </w:p>
          <w:p w14:paraId="5B5884A7" w14:textId="77777777" w:rsidR="00E34D93" w:rsidRPr="00E34D93" w:rsidRDefault="00E34D93" w:rsidP="005E6FB7">
            <w:pPr>
              <w:pStyle w:val="SIBulletList1"/>
            </w:pPr>
            <w:r w:rsidRPr="00E34D93">
              <w:t>specifications:</w:t>
            </w:r>
          </w:p>
          <w:p w14:paraId="6DE5D807" w14:textId="60CB5722" w:rsidR="00E34D93" w:rsidRPr="00E34D93" w:rsidRDefault="00E34D93" w:rsidP="00E34D93">
            <w:pPr>
              <w:pStyle w:val="SIBulletList2"/>
            </w:pPr>
            <w:r w:rsidRPr="00E34D93">
              <w:t>workplace policies, procedures, processes</w:t>
            </w:r>
          </w:p>
          <w:p w14:paraId="63DB8B8A" w14:textId="35F4C010" w:rsidR="00E34D93" w:rsidRPr="00E34D93" w:rsidRDefault="00E34D93" w:rsidP="00E34D93">
            <w:pPr>
              <w:pStyle w:val="SIBulletList2"/>
            </w:pPr>
            <w:r>
              <w:t>farm produce specifications</w:t>
            </w:r>
          </w:p>
          <w:p w14:paraId="78850F10" w14:textId="26CCD72D" w:rsidR="00E34D93" w:rsidRPr="00E34D93" w:rsidRDefault="00E34D93" w:rsidP="00E34D93">
            <w:pPr>
              <w:pStyle w:val="SIBulletList2"/>
            </w:pPr>
            <w:r w:rsidRPr="00E34D93">
              <w:t>specific legislation</w:t>
            </w:r>
            <w:r w:rsidR="001F0C42">
              <w:t xml:space="preserve"> and industry </w:t>
            </w:r>
            <w:r w:rsidRPr="00E34D93">
              <w:t>codes of practice</w:t>
            </w:r>
          </w:p>
          <w:p w14:paraId="239FC22A" w14:textId="77777777" w:rsidR="00E34D93" w:rsidRPr="00E34D93" w:rsidRDefault="00E34D93" w:rsidP="005E6FB7">
            <w:pPr>
              <w:pStyle w:val="SIBulletList1"/>
            </w:pPr>
            <w:r w:rsidRPr="00E34D93">
              <w:t>relationships:</w:t>
            </w:r>
          </w:p>
          <w:p w14:paraId="42E887B8" w14:textId="7640A776" w:rsidR="00E34D93" w:rsidRPr="00E34D93" w:rsidRDefault="00E34D93" w:rsidP="00E34D93">
            <w:pPr>
              <w:pStyle w:val="SIBulletList2"/>
            </w:pPr>
            <w:r>
              <w:lastRenderedPageBreak/>
              <w:t>stakeholders.</w:t>
            </w:r>
          </w:p>
          <w:p w14:paraId="1F6507C1" w14:textId="77777777" w:rsidR="006326E7" w:rsidRDefault="006326E7">
            <w:pPr>
              <w:pStyle w:val="SIText"/>
            </w:pPr>
          </w:p>
          <w:p w14:paraId="759850B7" w14:textId="4F9B99B8" w:rsidR="0011400B" w:rsidRPr="005404CB" w:rsidRDefault="00E34D93">
            <w:pPr>
              <w:pStyle w:val="SIText"/>
              <w:rPr>
                <w:rFonts w:eastAsia="Calibri"/>
              </w:rPr>
            </w:pPr>
            <w:r w:rsidRPr="00E34D9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0EAE09F2" w:rsidR="00F1480E" w:rsidRPr="005404CB" w:rsidRDefault="006326E7" w:rsidP="005404CB">
            <w:pPr>
              <w:pStyle w:val="SIText"/>
            </w:pPr>
            <w:r>
              <w:t xml:space="preserve">Companion Volumes, including Implementation </w:t>
            </w:r>
            <w:r w:rsidRPr="006326E7">
              <w:t xml:space="preserve">Guides, are available at </w:t>
            </w:r>
            <w:proofErr w:type="spellStart"/>
            <w:r w:rsidRPr="006326E7">
              <w:t>VETNet</w:t>
            </w:r>
            <w:proofErr w:type="spellEnd"/>
            <w:r w:rsidRPr="006326E7">
              <w:t xml:space="preserve">: </w:t>
            </w:r>
            <w:hyperlink r:id="rId12" w:history="1">
              <w:r w:rsidRPr="006326E7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DDF12" w14:textId="77777777" w:rsidR="003C44D0" w:rsidRDefault="003C44D0" w:rsidP="00BF3F0A">
      <w:r>
        <w:separator/>
      </w:r>
    </w:p>
    <w:p w14:paraId="69138D5A" w14:textId="77777777" w:rsidR="003C44D0" w:rsidRDefault="003C44D0"/>
  </w:endnote>
  <w:endnote w:type="continuationSeparator" w:id="0">
    <w:p w14:paraId="03FC91FD" w14:textId="77777777" w:rsidR="003C44D0" w:rsidRDefault="003C44D0" w:rsidP="00BF3F0A">
      <w:r>
        <w:continuationSeparator/>
      </w:r>
    </w:p>
    <w:p w14:paraId="0B795B06" w14:textId="77777777" w:rsidR="003C44D0" w:rsidRDefault="003C44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2A50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C4556" w14:textId="77777777" w:rsidR="003C44D0" w:rsidRDefault="003C44D0" w:rsidP="00BF3F0A">
      <w:r>
        <w:separator/>
      </w:r>
    </w:p>
    <w:p w14:paraId="53DCC8D6" w14:textId="77777777" w:rsidR="003C44D0" w:rsidRDefault="003C44D0"/>
  </w:footnote>
  <w:footnote w:type="continuationSeparator" w:id="0">
    <w:p w14:paraId="35C1E804" w14:textId="77777777" w:rsidR="003C44D0" w:rsidRDefault="003C44D0" w:rsidP="00BF3F0A">
      <w:r>
        <w:continuationSeparator/>
      </w:r>
    </w:p>
    <w:p w14:paraId="6AEEBBD0" w14:textId="77777777" w:rsidR="003C44D0" w:rsidRDefault="003C44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B3DDE68" w:rsidR="009C2650" w:rsidRPr="000754EC" w:rsidRDefault="001C1550" w:rsidP="00146EEC">
    <w:pPr>
      <w:pStyle w:val="SIText"/>
    </w:pPr>
    <w:r w:rsidRPr="001C1550">
      <w:t xml:space="preserve"> </w:t>
    </w:r>
    <w:r w:rsidR="009046C3" w:rsidRPr="009046C3">
      <w:t>AHCORG5</w:t>
    </w:r>
    <w:r w:rsidR="00D1628C">
      <w:t>12</w:t>
    </w:r>
    <w:r w:rsidR="009046C3" w:rsidRPr="009046C3">
      <w:t xml:space="preserve"> Develop and monitor a sustainable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81613B"/>
    <w:multiLevelType w:val="multilevel"/>
    <w:tmpl w:val="C6460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1F50D5"/>
    <w:multiLevelType w:val="multilevel"/>
    <w:tmpl w:val="601453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CD195D"/>
    <w:multiLevelType w:val="multilevel"/>
    <w:tmpl w:val="900EE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8529E5"/>
    <w:multiLevelType w:val="multilevel"/>
    <w:tmpl w:val="CE16D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18527E"/>
    <w:multiLevelType w:val="multilevel"/>
    <w:tmpl w:val="C32C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136566B"/>
    <w:multiLevelType w:val="multilevel"/>
    <w:tmpl w:val="FD205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E85544"/>
    <w:multiLevelType w:val="multilevel"/>
    <w:tmpl w:val="95FA3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394D2A"/>
    <w:multiLevelType w:val="multilevel"/>
    <w:tmpl w:val="1F5A2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D12BDA"/>
    <w:multiLevelType w:val="multilevel"/>
    <w:tmpl w:val="2DB4D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0D003A"/>
    <w:multiLevelType w:val="multilevel"/>
    <w:tmpl w:val="D3C4B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0831C2"/>
    <w:multiLevelType w:val="multilevel"/>
    <w:tmpl w:val="4CD2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C5703E"/>
    <w:multiLevelType w:val="multilevel"/>
    <w:tmpl w:val="78EA3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5783767">
    <w:abstractNumId w:val="13"/>
  </w:num>
  <w:num w:numId="2" w16cid:durableId="63113625">
    <w:abstractNumId w:val="7"/>
  </w:num>
  <w:num w:numId="3" w16cid:durableId="195965228">
    <w:abstractNumId w:val="3"/>
  </w:num>
  <w:num w:numId="4" w16cid:durableId="1585870783">
    <w:abstractNumId w:val="29"/>
  </w:num>
  <w:num w:numId="5" w16cid:durableId="1805808369">
    <w:abstractNumId w:val="1"/>
  </w:num>
  <w:num w:numId="6" w16cid:durableId="1331567082">
    <w:abstractNumId w:val="12"/>
  </w:num>
  <w:num w:numId="7" w16cid:durableId="1845048855">
    <w:abstractNumId w:val="2"/>
  </w:num>
  <w:num w:numId="8" w16cid:durableId="44913860">
    <w:abstractNumId w:val="0"/>
  </w:num>
  <w:num w:numId="9" w16cid:durableId="226695559">
    <w:abstractNumId w:val="28"/>
  </w:num>
  <w:num w:numId="10" w16cid:durableId="40441145">
    <w:abstractNumId w:val="19"/>
  </w:num>
  <w:num w:numId="11" w16cid:durableId="2000689948">
    <w:abstractNumId w:val="26"/>
  </w:num>
  <w:num w:numId="12" w16cid:durableId="1795362450">
    <w:abstractNumId w:val="21"/>
  </w:num>
  <w:num w:numId="13" w16cid:durableId="1617442517">
    <w:abstractNumId w:val="30"/>
  </w:num>
  <w:num w:numId="14" w16cid:durableId="464809508">
    <w:abstractNumId w:val="5"/>
  </w:num>
  <w:num w:numId="15" w16cid:durableId="980766513">
    <w:abstractNumId w:val="6"/>
  </w:num>
  <w:num w:numId="16" w16cid:durableId="201478790">
    <w:abstractNumId w:val="31"/>
  </w:num>
  <w:num w:numId="17" w16cid:durableId="458913639">
    <w:abstractNumId w:val="25"/>
  </w:num>
  <w:num w:numId="18" w16cid:durableId="762536443">
    <w:abstractNumId w:val="11"/>
  </w:num>
  <w:num w:numId="19" w16cid:durableId="1339430503">
    <w:abstractNumId w:val="9"/>
  </w:num>
  <w:num w:numId="20" w16cid:durableId="1387946786">
    <w:abstractNumId w:val="14"/>
  </w:num>
  <w:num w:numId="21" w16cid:durableId="1785542045">
    <w:abstractNumId w:val="17"/>
  </w:num>
  <w:num w:numId="22" w16cid:durableId="1761487379">
    <w:abstractNumId w:val="24"/>
  </w:num>
  <w:num w:numId="23" w16cid:durableId="1566406791">
    <w:abstractNumId w:val="20"/>
  </w:num>
  <w:num w:numId="24" w16cid:durableId="1353218916">
    <w:abstractNumId w:val="4"/>
  </w:num>
  <w:num w:numId="25" w16cid:durableId="1986621477">
    <w:abstractNumId w:val="27"/>
  </w:num>
  <w:num w:numId="26" w16cid:durableId="1348940916">
    <w:abstractNumId w:val="34"/>
  </w:num>
  <w:num w:numId="27" w16cid:durableId="1787429773">
    <w:abstractNumId w:val="35"/>
  </w:num>
  <w:num w:numId="28" w16cid:durableId="1932928274">
    <w:abstractNumId w:val="33"/>
  </w:num>
  <w:num w:numId="29" w16cid:durableId="1340960473">
    <w:abstractNumId w:val="22"/>
  </w:num>
  <w:num w:numId="30" w16cid:durableId="1761946863">
    <w:abstractNumId w:val="23"/>
  </w:num>
  <w:num w:numId="31" w16cid:durableId="970792430">
    <w:abstractNumId w:val="16"/>
  </w:num>
  <w:num w:numId="32" w16cid:durableId="2075854061">
    <w:abstractNumId w:val="18"/>
  </w:num>
  <w:num w:numId="33" w16cid:durableId="672681618">
    <w:abstractNumId w:val="8"/>
  </w:num>
  <w:num w:numId="34" w16cid:durableId="509875813">
    <w:abstractNumId w:val="15"/>
  </w:num>
  <w:num w:numId="35" w16cid:durableId="585531124">
    <w:abstractNumId w:val="32"/>
  </w:num>
  <w:num w:numId="36" w16cid:durableId="17270230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21146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40F0"/>
    <w:rsid w:val="001D5C1B"/>
    <w:rsid w:val="001D7F5B"/>
    <w:rsid w:val="001E0849"/>
    <w:rsid w:val="001E16BC"/>
    <w:rsid w:val="001E16DF"/>
    <w:rsid w:val="001F0C42"/>
    <w:rsid w:val="001F2BA5"/>
    <w:rsid w:val="001F308D"/>
    <w:rsid w:val="001F43E8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616F"/>
    <w:rsid w:val="0038735B"/>
    <w:rsid w:val="003916D1"/>
    <w:rsid w:val="00394C90"/>
    <w:rsid w:val="003A1413"/>
    <w:rsid w:val="003A21F0"/>
    <w:rsid w:val="003A277F"/>
    <w:rsid w:val="003A5676"/>
    <w:rsid w:val="003A58BA"/>
    <w:rsid w:val="003A5AE7"/>
    <w:rsid w:val="003A7221"/>
    <w:rsid w:val="003B3493"/>
    <w:rsid w:val="003B7999"/>
    <w:rsid w:val="003C13AE"/>
    <w:rsid w:val="003C44D0"/>
    <w:rsid w:val="003C7152"/>
    <w:rsid w:val="003D2E73"/>
    <w:rsid w:val="003E72B6"/>
    <w:rsid w:val="003E7BBE"/>
    <w:rsid w:val="00405D9E"/>
    <w:rsid w:val="004062F3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096B"/>
    <w:rsid w:val="005145AB"/>
    <w:rsid w:val="00520E9A"/>
    <w:rsid w:val="005248C1"/>
    <w:rsid w:val="00526134"/>
    <w:rsid w:val="005404CB"/>
    <w:rsid w:val="005405B2"/>
    <w:rsid w:val="00540914"/>
    <w:rsid w:val="005427C8"/>
    <w:rsid w:val="005427CD"/>
    <w:rsid w:val="0054286C"/>
    <w:rsid w:val="005446D1"/>
    <w:rsid w:val="00556C4C"/>
    <w:rsid w:val="00557369"/>
    <w:rsid w:val="00557D22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E6FB7"/>
    <w:rsid w:val="005F027A"/>
    <w:rsid w:val="005F33CC"/>
    <w:rsid w:val="005F771F"/>
    <w:rsid w:val="006121D4"/>
    <w:rsid w:val="006130F4"/>
    <w:rsid w:val="00613B49"/>
    <w:rsid w:val="00616845"/>
    <w:rsid w:val="00620E8E"/>
    <w:rsid w:val="006326E7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35AE"/>
    <w:rsid w:val="008838B4"/>
    <w:rsid w:val="00886790"/>
    <w:rsid w:val="008908DE"/>
    <w:rsid w:val="008A12ED"/>
    <w:rsid w:val="008A148F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031F"/>
    <w:rsid w:val="008F32F6"/>
    <w:rsid w:val="00903631"/>
    <w:rsid w:val="009046C3"/>
    <w:rsid w:val="00916CD7"/>
    <w:rsid w:val="00920927"/>
    <w:rsid w:val="00921B38"/>
    <w:rsid w:val="00923720"/>
    <w:rsid w:val="009278C9"/>
    <w:rsid w:val="00932CD7"/>
    <w:rsid w:val="00944C09"/>
    <w:rsid w:val="0095268D"/>
    <w:rsid w:val="009527CB"/>
    <w:rsid w:val="00953835"/>
    <w:rsid w:val="00960F6C"/>
    <w:rsid w:val="00970747"/>
    <w:rsid w:val="00997BFC"/>
    <w:rsid w:val="009A3E98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38AE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0DAE"/>
    <w:rsid w:val="00AF3957"/>
    <w:rsid w:val="00B06A6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9ED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064E8"/>
    <w:rsid w:val="00C143C3"/>
    <w:rsid w:val="00C1739B"/>
    <w:rsid w:val="00C21ADE"/>
    <w:rsid w:val="00C23D97"/>
    <w:rsid w:val="00C2552A"/>
    <w:rsid w:val="00C25BD6"/>
    <w:rsid w:val="00C26067"/>
    <w:rsid w:val="00C30A29"/>
    <w:rsid w:val="00C317DC"/>
    <w:rsid w:val="00C332C2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28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96ECD"/>
    <w:rsid w:val="00DA0A81"/>
    <w:rsid w:val="00DA3C10"/>
    <w:rsid w:val="00DA53B5"/>
    <w:rsid w:val="00DC1D69"/>
    <w:rsid w:val="00DC5A3A"/>
    <w:rsid w:val="00DD0726"/>
    <w:rsid w:val="00E238E6"/>
    <w:rsid w:val="00E3205E"/>
    <w:rsid w:val="00E34CD8"/>
    <w:rsid w:val="00E34D93"/>
    <w:rsid w:val="00E35064"/>
    <w:rsid w:val="00E3681D"/>
    <w:rsid w:val="00E40225"/>
    <w:rsid w:val="00E501F0"/>
    <w:rsid w:val="00E6166D"/>
    <w:rsid w:val="00E85832"/>
    <w:rsid w:val="00E91BFF"/>
    <w:rsid w:val="00E92933"/>
    <w:rsid w:val="00E94FAD"/>
    <w:rsid w:val="00EB0AA4"/>
    <w:rsid w:val="00EB5C88"/>
    <w:rsid w:val="00EC0469"/>
    <w:rsid w:val="00EC0C3E"/>
    <w:rsid w:val="00EC7148"/>
    <w:rsid w:val="00EF01F8"/>
    <w:rsid w:val="00EF3268"/>
    <w:rsid w:val="00EF40EF"/>
    <w:rsid w:val="00EF47FE"/>
    <w:rsid w:val="00F00932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0A78"/>
    <w:rsid w:val="00F71651"/>
    <w:rsid w:val="00F76191"/>
    <w:rsid w:val="00F76CC6"/>
    <w:rsid w:val="00F83D7C"/>
    <w:rsid w:val="00F92651"/>
    <w:rsid w:val="00F97644"/>
    <w:rsid w:val="00FB232E"/>
    <w:rsid w:val="00FB2A5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ED2A2C50-1829-4035-885E-4CB6987D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5E6FB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3fbd0e8e-82e5-4f83-89a2-7dbad393fe30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d50bbff7-d6dd-47d2-864a-cfdc2c3db0f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373896-79D5-498F-8AD9-178B13048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2B3E97-B608-4811-A628-F4B004FE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9</cp:revision>
  <cp:lastPrinted>2016-05-27T05:21:00Z</cp:lastPrinted>
  <dcterms:created xsi:type="dcterms:W3CDTF">2022-08-03T06:06:00Z</dcterms:created>
  <dcterms:modified xsi:type="dcterms:W3CDTF">2022-10-26T22:56:00Z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